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6ECE" w:rsidRDefault="00090E89">
      <w:bookmarkStart w:id="0" w:name="_GoBack"/>
      <w:bookmarkEnd w:id="0"/>
      <w:r>
        <w:rPr>
          <w:noProof/>
        </w:rPr>
        <w:drawing>
          <wp:inline distT="0" distB="0" distL="0" distR="0">
            <wp:extent cx="6652260" cy="83820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52260" cy="838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816ECE" w:rsidSect="00816EC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0E89"/>
    <w:rsid w:val="00090E89"/>
    <w:rsid w:val="003600B4"/>
    <w:rsid w:val="00712248"/>
    <w:rsid w:val="00816ECE"/>
    <w:rsid w:val="00C86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6ECE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86E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6EB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6ECE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86E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6EB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H:\World%20Geography\Africa\Africa.map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Africa.map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TSD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Curtis Ranweiler</dc:creator>
  <cp:lastModifiedBy>Curtis Ranweiler</cp:lastModifiedBy>
  <cp:revision>1</cp:revision>
  <cp:lastPrinted>2011-05-04T15:22:00Z</cp:lastPrinted>
  <dcterms:created xsi:type="dcterms:W3CDTF">2012-05-11T14:49:00Z</dcterms:created>
  <dcterms:modified xsi:type="dcterms:W3CDTF">2012-05-11T14:49:00Z</dcterms:modified>
</cp:coreProperties>
</file>